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F96E86">
            <w:pPr>
              <w:ind w:left="359" w:right="359"/>
            </w:pPr>
          </w:p>
        </w:tc>
      </w:tr>
    </w:tbl>
    <w:p w:rsidR="00000000" w:rsidRDefault="00F96E86">
      <w:pPr>
        <w:rPr>
          <w:vanish/>
        </w:rPr>
      </w:pPr>
    </w:p>
    <w:sectPr w:rsidR="00000000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6E86"/>
    <w:rsid w:val="00F9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75B12-0978-4EEC-BCE9-FB7696A2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dbb3a58b-992e-47de-8b3a-0abee2d2b8f5.dot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